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6D2AD" w14:textId="77777777" w:rsidR="004D36D7" w:rsidRPr="00FD4A68" w:rsidRDefault="00E939A2" w:rsidP="00D03FD0">
      <w:pPr>
        <w:pStyle w:val="Title"/>
        <w:rPr>
          <w:rStyle w:val="LabTitleInstVersred"/>
          <w:b/>
          <w:color w:val="auto"/>
        </w:rPr>
      </w:pPr>
      <w:sdt>
        <w:sdtPr>
          <w:rPr>
            <w:b w:val="0"/>
            <w:color w:val="EE0000"/>
          </w:rPr>
          <w:alias w:val="Title"/>
          <w:tag w:val=""/>
          <w:id w:val="-487021785"/>
          <w:placeholder>
            <w:docPart w:val="8FACDAF6864C415DA0E11AD0D8D3E4E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9C1905">
            <w:t>Packet Tracer - Troubleshoot Default Gateway Issues</w:t>
          </w:r>
        </w:sdtContent>
      </w:sdt>
    </w:p>
    <w:p w14:paraId="4DED0825" w14:textId="77777777" w:rsidR="00D03FD0" w:rsidRDefault="00D03FD0" w:rsidP="00D03FD0">
      <w:pPr>
        <w:pStyle w:val="Heading1"/>
      </w:pPr>
      <w:r>
        <w:t>Addressing Table</w:t>
      </w:r>
    </w:p>
    <w:tbl>
      <w:tblPr>
        <w:tblW w:w="10150" w:type="dxa"/>
        <w:jc w:val="center"/>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top w:w="14" w:type="dxa"/>
          <w:left w:w="114" w:type="dxa"/>
          <w:bottom w:w="14" w:type="dxa"/>
          <w:right w:w="115" w:type="dxa"/>
        </w:tblCellMar>
        <w:tblLook w:val="04A0" w:firstRow="1" w:lastRow="0" w:firstColumn="1" w:lastColumn="0" w:noHBand="0" w:noVBand="1"/>
        <w:tblDescription w:val="This table shows the addressing for the Device, Interface, IP Address, Subnet Mask an default gateway. Type your answers in the cells listed as &quot;blank&quot;."/>
      </w:tblPr>
      <w:tblGrid>
        <w:gridCol w:w="1797"/>
        <w:gridCol w:w="1800"/>
        <w:gridCol w:w="2250"/>
        <w:gridCol w:w="2250"/>
        <w:gridCol w:w="2053"/>
      </w:tblGrid>
      <w:tr w:rsidR="00D03FD0" w14:paraId="01BB17D4" w14:textId="77777777" w:rsidTr="00D03FD0">
        <w:trPr>
          <w:cantSplit/>
          <w:jc w:val="center"/>
        </w:trPr>
        <w:tc>
          <w:tcPr>
            <w:tcW w:w="1797"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14:paraId="195E505B" w14:textId="77777777" w:rsidR="00D03FD0" w:rsidRDefault="00D03FD0" w:rsidP="00DC16C4">
            <w:pPr>
              <w:pStyle w:val="TableHeading"/>
            </w:pPr>
            <w:r>
              <w:t>Device</w:t>
            </w:r>
          </w:p>
        </w:tc>
        <w:tc>
          <w:tcPr>
            <w:tcW w:w="1800"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14:paraId="523D6F86" w14:textId="77777777" w:rsidR="00D03FD0" w:rsidRDefault="00D03FD0" w:rsidP="00DC16C4">
            <w:pPr>
              <w:pStyle w:val="TableHeading"/>
            </w:pPr>
            <w:r>
              <w:t>Interface</w:t>
            </w:r>
          </w:p>
        </w:tc>
        <w:tc>
          <w:tcPr>
            <w:tcW w:w="2250"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14:paraId="19EC57ED" w14:textId="77777777" w:rsidR="00D03FD0" w:rsidRDefault="00D03FD0" w:rsidP="00DC16C4">
            <w:pPr>
              <w:pStyle w:val="TableHeading"/>
            </w:pPr>
            <w:r>
              <w:t>IP Address</w:t>
            </w:r>
          </w:p>
        </w:tc>
        <w:tc>
          <w:tcPr>
            <w:tcW w:w="2250"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14:paraId="1AF5D653" w14:textId="77777777" w:rsidR="00D03FD0" w:rsidRDefault="00D03FD0" w:rsidP="00DC16C4">
            <w:pPr>
              <w:pStyle w:val="TableHeading"/>
            </w:pPr>
            <w:r>
              <w:t>Subnet Mask</w:t>
            </w:r>
          </w:p>
        </w:tc>
        <w:tc>
          <w:tcPr>
            <w:tcW w:w="2053"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14:paraId="642BDC9B" w14:textId="77777777" w:rsidR="00D03FD0" w:rsidRDefault="00D03FD0" w:rsidP="00DC16C4">
            <w:pPr>
              <w:pStyle w:val="TableHeading"/>
            </w:pPr>
            <w:r>
              <w:t>Default Gateway</w:t>
            </w:r>
          </w:p>
        </w:tc>
      </w:tr>
      <w:tr w:rsidR="00D03FD0" w14:paraId="201FE8C0" w14:textId="77777777" w:rsidTr="00D03FD0">
        <w:trPr>
          <w:cantSplit/>
          <w:jc w:val="center"/>
        </w:trPr>
        <w:tc>
          <w:tcPr>
            <w:tcW w:w="1797" w:type="dxa"/>
            <w:tcBorders>
              <w:top w:val="single" w:sz="2" w:space="0" w:color="00000A"/>
              <w:left w:val="single" w:sz="2" w:space="0" w:color="00000A"/>
              <w:bottom w:val="nil"/>
              <w:right w:val="single" w:sz="2" w:space="0" w:color="00000A"/>
            </w:tcBorders>
            <w:shd w:val="clear" w:color="auto" w:fill="auto"/>
            <w:tcMar>
              <w:left w:w="114" w:type="dxa"/>
            </w:tcMar>
            <w:vAlign w:val="center"/>
          </w:tcPr>
          <w:p w14:paraId="018DDA9D" w14:textId="77777777" w:rsidR="00D03FD0" w:rsidRDefault="00D03FD0" w:rsidP="00DC16C4">
            <w:pPr>
              <w:pStyle w:val="TableText"/>
            </w:pPr>
            <w:r>
              <w:t>R1</w:t>
            </w:r>
          </w:p>
        </w:tc>
        <w:tc>
          <w:tcPr>
            <w:tcW w:w="180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3A086E2A" w14:textId="77777777" w:rsidR="00D03FD0" w:rsidRDefault="00D03FD0" w:rsidP="00DC16C4">
            <w:pPr>
              <w:pStyle w:val="TableText"/>
            </w:pPr>
            <w:r>
              <w:t>G0/0</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70770369" w14:textId="77777777" w:rsidR="00D03FD0" w:rsidRDefault="00D03FD0" w:rsidP="00DC16C4">
            <w:pPr>
              <w:pStyle w:val="TableText"/>
            </w:pPr>
            <w:r>
              <w:t>192.168.10.1</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20CACF27" w14:textId="77777777" w:rsidR="00D03FD0" w:rsidRDefault="00D03FD0" w:rsidP="00DC16C4">
            <w:pPr>
              <w:pStyle w:val="TableText"/>
            </w:pPr>
            <w:r>
              <w:t>255.255.255.0</w:t>
            </w:r>
          </w:p>
        </w:tc>
        <w:tc>
          <w:tcPr>
            <w:tcW w:w="205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1F79D653" w14:textId="77777777" w:rsidR="00D03FD0" w:rsidRDefault="00D03FD0" w:rsidP="00DC16C4">
            <w:pPr>
              <w:pStyle w:val="TableText"/>
            </w:pPr>
            <w:r>
              <w:t>N/A</w:t>
            </w:r>
          </w:p>
        </w:tc>
      </w:tr>
      <w:tr w:rsidR="00D03FD0" w14:paraId="1D6DFF5F" w14:textId="77777777" w:rsidTr="00D03FD0">
        <w:trPr>
          <w:cantSplit/>
          <w:jc w:val="center"/>
        </w:trPr>
        <w:tc>
          <w:tcPr>
            <w:tcW w:w="1797" w:type="dxa"/>
            <w:tcBorders>
              <w:top w:val="nil"/>
              <w:left w:val="single" w:sz="2" w:space="0" w:color="00000A"/>
              <w:bottom w:val="single" w:sz="2" w:space="0" w:color="00000A"/>
              <w:right w:val="single" w:sz="2" w:space="0" w:color="00000A"/>
            </w:tcBorders>
            <w:shd w:val="clear" w:color="auto" w:fill="auto"/>
            <w:tcMar>
              <w:left w:w="114" w:type="dxa"/>
            </w:tcMar>
            <w:vAlign w:val="bottom"/>
          </w:tcPr>
          <w:p w14:paraId="0330C2E1" w14:textId="77777777" w:rsidR="00D03FD0" w:rsidRDefault="00D03FD0" w:rsidP="00D03FD0">
            <w:pPr>
              <w:pStyle w:val="ConfigWindow"/>
            </w:pPr>
            <w:r>
              <w:t>R1</w:t>
            </w:r>
          </w:p>
        </w:tc>
        <w:tc>
          <w:tcPr>
            <w:tcW w:w="180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00B0DCE7" w14:textId="77777777" w:rsidR="00D03FD0" w:rsidRDefault="00D03FD0" w:rsidP="00DC16C4">
            <w:pPr>
              <w:pStyle w:val="TableText"/>
            </w:pPr>
            <w:r>
              <w:t>G0/1</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1C172F03" w14:textId="77777777" w:rsidR="00D03FD0" w:rsidRDefault="00D03FD0" w:rsidP="00DC16C4">
            <w:pPr>
              <w:pStyle w:val="TableText"/>
            </w:pPr>
            <w:r>
              <w:t>192.168.11.1</w:t>
            </w:r>
            <w:bookmarkStart w:id="0" w:name="_GoBack"/>
            <w:bookmarkEnd w:id="0"/>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40734D31" w14:textId="77777777" w:rsidR="00D03FD0" w:rsidRDefault="00D03FD0" w:rsidP="00DC16C4">
            <w:pPr>
              <w:pStyle w:val="TableText"/>
            </w:pPr>
            <w:r>
              <w:t>255.255.255.0</w:t>
            </w:r>
          </w:p>
        </w:tc>
        <w:tc>
          <w:tcPr>
            <w:tcW w:w="205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226525F5" w14:textId="77777777" w:rsidR="00D03FD0" w:rsidRDefault="00D03FD0" w:rsidP="00DC16C4">
            <w:pPr>
              <w:pStyle w:val="TableText"/>
            </w:pPr>
            <w:r>
              <w:t>N/A</w:t>
            </w:r>
          </w:p>
        </w:tc>
      </w:tr>
      <w:tr w:rsidR="00D03FD0" w14:paraId="249BF152" w14:textId="77777777" w:rsidTr="00D03FD0">
        <w:trPr>
          <w:cantSplit/>
          <w:jc w:val="center"/>
        </w:trPr>
        <w:tc>
          <w:tcPr>
            <w:tcW w:w="179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1FEAB169" w14:textId="77777777" w:rsidR="00D03FD0" w:rsidRDefault="00D03FD0" w:rsidP="00DC16C4">
            <w:pPr>
              <w:pStyle w:val="TableText"/>
            </w:pPr>
            <w:r>
              <w:t>S1</w:t>
            </w:r>
          </w:p>
        </w:tc>
        <w:tc>
          <w:tcPr>
            <w:tcW w:w="180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09A4D114" w14:textId="77777777" w:rsidR="00D03FD0" w:rsidRDefault="00D03FD0" w:rsidP="00DC16C4">
            <w:pPr>
              <w:pStyle w:val="TableText"/>
            </w:pPr>
            <w:r>
              <w:t>VLAN 1</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12F5AE21" w14:textId="77777777" w:rsidR="00D03FD0" w:rsidRDefault="00D03FD0" w:rsidP="00DC16C4">
            <w:pPr>
              <w:pStyle w:val="TableText"/>
            </w:pPr>
            <w:r>
              <w:t>192.168.10.2</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7625F4DD" w14:textId="77777777" w:rsidR="00D03FD0" w:rsidRDefault="00D03FD0" w:rsidP="00DC16C4">
            <w:pPr>
              <w:pStyle w:val="TableText"/>
            </w:pPr>
            <w:r>
              <w:t>255.255.255.0</w:t>
            </w:r>
          </w:p>
        </w:tc>
        <w:tc>
          <w:tcPr>
            <w:tcW w:w="205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292FAA10" w14:textId="77777777" w:rsidR="00D03FD0" w:rsidRPr="00724BFA" w:rsidRDefault="00724BFA" w:rsidP="00724BFA">
            <w:pPr>
              <w:pStyle w:val="ConfigWindow"/>
              <w:rPr>
                <w:rStyle w:val="AnswerGray"/>
                <w:b w:val="0"/>
                <w:sz w:val="6"/>
                <w:shd w:val="clear" w:color="auto" w:fill="auto"/>
              </w:rPr>
            </w:pPr>
            <w:r w:rsidRPr="00724BFA">
              <w:rPr>
                <w:rStyle w:val="AnswerGray"/>
                <w:b w:val="0"/>
                <w:sz w:val="6"/>
                <w:shd w:val="clear" w:color="auto" w:fill="auto"/>
              </w:rPr>
              <w:t>blank</w:t>
            </w:r>
          </w:p>
        </w:tc>
      </w:tr>
      <w:tr w:rsidR="00724BFA" w14:paraId="207E3FE2" w14:textId="77777777" w:rsidTr="00D03FD0">
        <w:trPr>
          <w:cantSplit/>
          <w:jc w:val="center"/>
        </w:trPr>
        <w:tc>
          <w:tcPr>
            <w:tcW w:w="179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0D859189" w14:textId="77777777" w:rsidR="00724BFA" w:rsidRDefault="00724BFA" w:rsidP="00724BFA">
            <w:pPr>
              <w:pStyle w:val="TableText"/>
            </w:pPr>
            <w:r>
              <w:t>S2</w:t>
            </w:r>
          </w:p>
        </w:tc>
        <w:tc>
          <w:tcPr>
            <w:tcW w:w="180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582CF7D4" w14:textId="77777777" w:rsidR="00724BFA" w:rsidRDefault="00724BFA" w:rsidP="00724BFA">
            <w:pPr>
              <w:pStyle w:val="TableText"/>
            </w:pPr>
            <w:r>
              <w:t>VLAN 1</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502C6FA8" w14:textId="77777777" w:rsidR="00724BFA" w:rsidRDefault="00724BFA" w:rsidP="00724BFA">
            <w:pPr>
              <w:pStyle w:val="TableText"/>
            </w:pPr>
            <w:r>
              <w:t>192.168.11.2</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53C47299" w14:textId="77777777" w:rsidR="00724BFA" w:rsidRDefault="00724BFA" w:rsidP="00724BFA">
            <w:pPr>
              <w:pStyle w:val="TableText"/>
            </w:pPr>
            <w:r>
              <w:t>255.255.255.0</w:t>
            </w:r>
          </w:p>
        </w:tc>
        <w:tc>
          <w:tcPr>
            <w:tcW w:w="205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326D2702" w14:textId="77777777" w:rsidR="00724BFA" w:rsidRPr="00724BFA" w:rsidRDefault="00724BFA" w:rsidP="00724BFA">
            <w:pPr>
              <w:pStyle w:val="ConfigWindow"/>
              <w:rPr>
                <w:rStyle w:val="AnswerGray"/>
                <w:b w:val="0"/>
                <w:sz w:val="6"/>
                <w:shd w:val="clear" w:color="auto" w:fill="auto"/>
              </w:rPr>
            </w:pPr>
            <w:r w:rsidRPr="00724BFA">
              <w:rPr>
                <w:rStyle w:val="AnswerGray"/>
                <w:b w:val="0"/>
                <w:sz w:val="6"/>
                <w:shd w:val="clear" w:color="auto" w:fill="auto"/>
              </w:rPr>
              <w:t>blank</w:t>
            </w:r>
          </w:p>
        </w:tc>
      </w:tr>
      <w:tr w:rsidR="00724BFA" w14:paraId="6FA2AB1A" w14:textId="77777777" w:rsidTr="00D03FD0">
        <w:trPr>
          <w:cantSplit/>
          <w:jc w:val="center"/>
        </w:trPr>
        <w:tc>
          <w:tcPr>
            <w:tcW w:w="179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266597DF" w14:textId="77777777" w:rsidR="00724BFA" w:rsidRDefault="00724BFA" w:rsidP="00724BFA">
            <w:pPr>
              <w:pStyle w:val="TableText"/>
            </w:pPr>
            <w:r>
              <w:t>PC1</w:t>
            </w:r>
          </w:p>
        </w:tc>
        <w:tc>
          <w:tcPr>
            <w:tcW w:w="180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22800687" w14:textId="77777777" w:rsidR="00724BFA" w:rsidRDefault="00724BFA" w:rsidP="00724BFA">
            <w:pPr>
              <w:pStyle w:val="TableText"/>
            </w:pPr>
            <w:r>
              <w:t>NIC</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24872B95" w14:textId="77777777" w:rsidR="00724BFA" w:rsidRDefault="00724BFA" w:rsidP="00724BFA">
            <w:pPr>
              <w:pStyle w:val="TableText"/>
            </w:pPr>
            <w:r>
              <w:t>192.168.10.10</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709FB1FE" w14:textId="77777777" w:rsidR="00724BFA" w:rsidRDefault="00724BFA" w:rsidP="00724BFA">
            <w:pPr>
              <w:pStyle w:val="TableText"/>
            </w:pPr>
            <w:r>
              <w:t>255.255.255.0</w:t>
            </w:r>
          </w:p>
        </w:tc>
        <w:tc>
          <w:tcPr>
            <w:tcW w:w="205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397C4653" w14:textId="77777777" w:rsidR="00724BFA" w:rsidRPr="00724BFA" w:rsidRDefault="00724BFA" w:rsidP="00724BFA">
            <w:pPr>
              <w:pStyle w:val="ConfigWindow"/>
              <w:rPr>
                <w:rStyle w:val="AnswerGray"/>
                <w:b w:val="0"/>
                <w:sz w:val="6"/>
                <w:shd w:val="clear" w:color="auto" w:fill="auto"/>
              </w:rPr>
            </w:pPr>
            <w:r w:rsidRPr="00724BFA">
              <w:rPr>
                <w:rStyle w:val="AnswerGray"/>
                <w:b w:val="0"/>
                <w:sz w:val="6"/>
                <w:shd w:val="clear" w:color="auto" w:fill="auto"/>
              </w:rPr>
              <w:t>blank</w:t>
            </w:r>
          </w:p>
        </w:tc>
      </w:tr>
      <w:tr w:rsidR="00724BFA" w14:paraId="227ED42B" w14:textId="77777777" w:rsidTr="00D03FD0">
        <w:trPr>
          <w:cantSplit/>
          <w:jc w:val="center"/>
        </w:trPr>
        <w:tc>
          <w:tcPr>
            <w:tcW w:w="179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4E8AF330" w14:textId="77777777" w:rsidR="00724BFA" w:rsidRDefault="00724BFA" w:rsidP="00724BFA">
            <w:pPr>
              <w:pStyle w:val="TableText"/>
            </w:pPr>
            <w:r>
              <w:t>PC2</w:t>
            </w:r>
          </w:p>
        </w:tc>
        <w:tc>
          <w:tcPr>
            <w:tcW w:w="180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43A06442" w14:textId="77777777" w:rsidR="00724BFA" w:rsidRDefault="00724BFA" w:rsidP="00724BFA">
            <w:pPr>
              <w:pStyle w:val="TableText"/>
            </w:pPr>
            <w:r>
              <w:t xml:space="preserve">NIC </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7B33206C" w14:textId="77777777" w:rsidR="00724BFA" w:rsidRDefault="00724BFA" w:rsidP="00724BFA">
            <w:pPr>
              <w:pStyle w:val="TableText"/>
            </w:pPr>
            <w:r>
              <w:t>192.168.10.11</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736FD760" w14:textId="77777777" w:rsidR="00724BFA" w:rsidRDefault="00724BFA" w:rsidP="00724BFA">
            <w:pPr>
              <w:pStyle w:val="TableText"/>
            </w:pPr>
            <w:r>
              <w:t>255.255.255.0</w:t>
            </w:r>
          </w:p>
        </w:tc>
        <w:tc>
          <w:tcPr>
            <w:tcW w:w="205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24A67FBA" w14:textId="77777777" w:rsidR="00724BFA" w:rsidRPr="00724BFA" w:rsidRDefault="00724BFA" w:rsidP="00724BFA">
            <w:pPr>
              <w:pStyle w:val="ConfigWindow"/>
              <w:rPr>
                <w:rStyle w:val="AnswerGray"/>
                <w:b w:val="0"/>
                <w:sz w:val="6"/>
                <w:shd w:val="clear" w:color="auto" w:fill="auto"/>
              </w:rPr>
            </w:pPr>
            <w:r w:rsidRPr="00724BFA">
              <w:rPr>
                <w:rStyle w:val="AnswerGray"/>
                <w:b w:val="0"/>
                <w:sz w:val="6"/>
                <w:shd w:val="clear" w:color="auto" w:fill="auto"/>
              </w:rPr>
              <w:t>blank</w:t>
            </w:r>
          </w:p>
        </w:tc>
      </w:tr>
      <w:tr w:rsidR="00724BFA" w14:paraId="6C3A9DB6" w14:textId="77777777" w:rsidTr="00D03FD0">
        <w:trPr>
          <w:cantSplit/>
          <w:jc w:val="center"/>
        </w:trPr>
        <w:tc>
          <w:tcPr>
            <w:tcW w:w="179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769E480A" w14:textId="77777777" w:rsidR="00724BFA" w:rsidRDefault="00724BFA" w:rsidP="00724BFA">
            <w:pPr>
              <w:pStyle w:val="TableText"/>
            </w:pPr>
            <w:r>
              <w:t>PC3</w:t>
            </w:r>
          </w:p>
        </w:tc>
        <w:tc>
          <w:tcPr>
            <w:tcW w:w="180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313EA058" w14:textId="77777777" w:rsidR="00724BFA" w:rsidRDefault="00724BFA" w:rsidP="00724BFA">
            <w:pPr>
              <w:pStyle w:val="TableText"/>
            </w:pPr>
            <w:r>
              <w:t>NIC</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4A9A1B6C" w14:textId="77777777" w:rsidR="00724BFA" w:rsidRDefault="00724BFA" w:rsidP="00724BFA">
            <w:pPr>
              <w:pStyle w:val="TableText"/>
            </w:pPr>
            <w:r>
              <w:t>192.168.11.10</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151AD4B4" w14:textId="77777777" w:rsidR="00724BFA" w:rsidRDefault="00724BFA" w:rsidP="00724BFA">
            <w:pPr>
              <w:pStyle w:val="TableText"/>
            </w:pPr>
            <w:r>
              <w:t>255.255.255.0</w:t>
            </w:r>
          </w:p>
        </w:tc>
        <w:tc>
          <w:tcPr>
            <w:tcW w:w="205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415EC865" w14:textId="77777777" w:rsidR="00724BFA" w:rsidRPr="00724BFA" w:rsidRDefault="00724BFA" w:rsidP="00724BFA">
            <w:pPr>
              <w:pStyle w:val="ConfigWindow"/>
              <w:rPr>
                <w:rStyle w:val="AnswerGray"/>
                <w:b w:val="0"/>
                <w:sz w:val="6"/>
                <w:shd w:val="clear" w:color="auto" w:fill="auto"/>
              </w:rPr>
            </w:pPr>
            <w:r w:rsidRPr="00724BFA">
              <w:rPr>
                <w:rStyle w:val="AnswerGray"/>
                <w:b w:val="0"/>
                <w:sz w:val="6"/>
                <w:shd w:val="clear" w:color="auto" w:fill="auto"/>
              </w:rPr>
              <w:t>blank</w:t>
            </w:r>
          </w:p>
        </w:tc>
      </w:tr>
      <w:tr w:rsidR="00724BFA" w14:paraId="042422D8" w14:textId="77777777" w:rsidTr="00D03FD0">
        <w:trPr>
          <w:cantSplit/>
          <w:jc w:val="center"/>
        </w:trPr>
        <w:tc>
          <w:tcPr>
            <w:tcW w:w="179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1FC132D9" w14:textId="77777777" w:rsidR="00724BFA" w:rsidRDefault="00724BFA" w:rsidP="00724BFA">
            <w:pPr>
              <w:pStyle w:val="TableText"/>
            </w:pPr>
            <w:r>
              <w:t>PC4</w:t>
            </w:r>
          </w:p>
        </w:tc>
        <w:tc>
          <w:tcPr>
            <w:tcW w:w="180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51C87FAE" w14:textId="77777777" w:rsidR="00724BFA" w:rsidRDefault="00724BFA" w:rsidP="00724BFA">
            <w:pPr>
              <w:pStyle w:val="TableText"/>
            </w:pPr>
            <w:r>
              <w:t>NIC</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13D70FAE" w14:textId="77777777" w:rsidR="00724BFA" w:rsidRDefault="00724BFA" w:rsidP="00724BFA">
            <w:pPr>
              <w:pStyle w:val="TableText"/>
            </w:pPr>
            <w:r>
              <w:t>192.168.11.11</w:t>
            </w:r>
          </w:p>
        </w:tc>
        <w:tc>
          <w:tcPr>
            <w:tcW w:w="225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3C81350B" w14:textId="77777777" w:rsidR="00724BFA" w:rsidRDefault="00724BFA" w:rsidP="00724BFA">
            <w:pPr>
              <w:pStyle w:val="TableText"/>
            </w:pPr>
            <w:r>
              <w:t>255.255.255.0</w:t>
            </w:r>
          </w:p>
        </w:tc>
        <w:tc>
          <w:tcPr>
            <w:tcW w:w="205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43DCAEA1" w14:textId="77777777" w:rsidR="00724BFA" w:rsidRPr="00724BFA" w:rsidRDefault="00724BFA" w:rsidP="00724BFA">
            <w:pPr>
              <w:pStyle w:val="ConfigWindow"/>
              <w:rPr>
                <w:rStyle w:val="AnswerGray"/>
                <w:b w:val="0"/>
                <w:sz w:val="6"/>
                <w:shd w:val="clear" w:color="auto" w:fill="auto"/>
              </w:rPr>
            </w:pPr>
            <w:r w:rsidRPr="00724BFA">
              <w:rPr>
                <w:rStyle w:val="AnswerGray"/>
                <w:b w:val="0"/>
                <w:sz w:val="6"/>
                <w:shd w:val="clear" w:color="auto" w:fill="auto"/>
              </w:rPr>
              <w:t>blank</w:t>
            </w:r>
          </w:p>
        </w:tc>
      </w:tr>
    </w:tbl>
    <w:p w14:paraId="79596F77" w14:textId="77777777" w:rsidR="00D03FD0" w:rsidRDefault="00D03FD0" w:rsidP="00D03FD0">
      <w:pPr>
        <w:pStyle w:val="Heading1"/>
      </w:pPr>
      <w:r>
        <w:t>Objectives</w:t>
      </w:r>
    </w:p>
    <w:p w14:paraId="77160E81" w14:textId="77777777" w:rsidR="00D03FD0" w:rsidRDefault="00D03FD0" w:rsidP="00D03FD0">
      <w:pPr>
        <w:pStyle w:val="BodyTextL25Bold"/>
      </w:pPr>
      <w:r>
        <w:t>Part 1: Verify Network Documentation and Isolate Problems</w:t>
      </w:r>
    </w:p>
    <w:p w14:paraId="243768D2" w14:textId="77777777" w:rsidR="00D03FD0" w:rsidRDefault="00D03FD0" w:rsidP="00D03FD0">
      <w:pPr>
        <w:pStyle w:val="BodyTextL25Bold"/>
      </w:pPr>
      <w:r>
        <w:t xml:space="preserve">Part 2: Implement, Verify, and Document Solutions </w:t>
      </w:r>
    </w:p>
    <w:p w14:paraId="7CBD00CD" w14:textId="77777777" w:rsidR="00D03FD0" w:rsidRDefault="00D03FD0" w:rsidP="00D03FD0">
      <w:pPr>
        <w:pStyle w:val="Heading1"/>
      </w:pPr>
      <w:r>
        <w:t>Background</w:t>
      </w:r>
    </w:p>
    <w:p w14:paraId="79D4A15E" w14:textId="77777777" w:rsidR="00D03FD0" w:rsidRDefault="00D03FD0" w:rsidP="00D03FD0">
      <w:pPr>
        <w:pStyle w:val="BodyTextL25"/>
      </w:pPr>
      <w:r>
        <w:t>For a device to communicate across multiple networks, it must be configured with an IP address, subnet mask, and a default gateway. The default gateway is used when the host wants to send a packet to a device on another network. The default gateway address is generally the address of the router interface which is attached to the local network that the host is connected to. In this activity, you will finish documenting the network. You will then verify the network documentation by testing end-to-end connectivity and troubleshooting issues. The troubleshooting method you will use consists of the following steps:</w:t>
      </w:r>
    </w:p>
    <w:p w14:paraId="6D3F9EBD" w14:textId="77777777" w:rsidR="00D03FD0" w:rsidRDefault="00D03FD0" w:rsidP="00D03FD0">
      <w:pPr>
        <w:pStyle w:val="SubStepAlpha"/>
      </w:pPr>
      <w:r>
        <w:t>Verify the network documentation and use tests to isolate problems.</w:t>
      </w:r>
    </w:p>
    <w:p w14:paraId="3CB9A1C9" w14:textId="77777777" w:rsidR="00D03FD0" w:rsidRDefault="00D03FD0" w:rsidP="00D03FD0">
      <w:pPr>
        <w:pStyle w:val="SubStepAlpha"/>
      </w:pPr>
      <w:r>
        <w:t>Determine an appropriate solution for a given problem.</w:t>
      </w:r>
    </w:p>
    <w:p w14:paraId="38806FDD" w14:textId="77777777" w:rsidR="00D03FD0" w:rsidRDefault="00D03FD0" w:rsidP="00D03FD0">
      <w:pPr>
        <w:pStyle w:val="SubStepAlpha"/>
      </w:pPr>
      <w:r>
        <w:t>Implement the solution.</w:t>
      </w:r>
    </w:p>
    <w:p w14:paraId="325054F1" w14:textId="77777777" w:rsidR="00D03FD0" w:rsidRDefault="00D03FD0" w:rsidP="00D03FD0">
      <w:pPr>
        <w:pStyle w:val="SubStepAlpha"/>
      </w:pPr>
      <w:r>
        <w:t>Test to verify the problem is resolved.</w:t>
      </w:r>
    </w:p>
    <w:p w14:paraId="4ED76B5B" w14:textId="77777777" w:rsidR="00D03FD0" w:rsidRDefault="00D03FD0" w:rsidP="00D03FD0">
      <w:pPr>
        <w:pStyle w:val="SubStepAlpha"/>
      </w:pPr>
      <w:r>
        <w:t>Document the solution.</w:t>
      </w:r>
    </w:p>
    <w:p w14:paraId="393E58AD" w14:textId="77777777" w:rsidR="00D03FD0" w:rsidRDefault="00D03FD0" w:rsidP="00D03FD0">
      <w:pPr>
        <w:pStyle w:val="BodyTextL25"/>
      </w:pPr>
      <w:r>
        <w:t>Throughout your CCNA studies, you will encounter different descriptions of the troubleshooting method, as well as different ways to test and document issues and solutions. This is intentional. There is no set standard or template for troubleshooting. Each organization develops unique processes and documentation standards (even if that process is “we don’t have one”). However, all effective troubleshooting methodologies generally include the steps above.</w:t>
      </w:r>
    </w:p>
    <w:p w14:paraId="27DCBDCA" w14:textId="77777777" w:rsidR="00D03FD0" w:rsidRDefault="00D03FD0" w:rsidP="00D03FD0">
      <w:pPr>
        <w:pStyle w:val="BodyTextL25"/>
      </w:pPr>
      <w:r>
        <w:rPr>
          <w:b/>
        </w:rPr>
        <w:t>Note</w:t>
      </w:r>
      <w:r w:rsidRPr="00D03FD0">
        <w:t xml:space="preserve">: </w:t>
      </w:r>
      <w:r>
        <w:t>If you are proficient with default gateway configurations, this activity might seem more involved than it should be. You can, most likely, quickly discover and solve all the connectivity issues faster than following these procedures. However, as you proceed in your studies, the networks and problems you encounter will become increasingly more complex. In such situations, the only effective way to isolate and solve issues is to use a methodical approach such as the one used in this activity.</w:t>
      </w:r>
    </w:p>
    <w:p w14:paraId="5A69B929" w14:textId="77777777" w:rsidR="00D03FD0" w:rsidRDefault="00D03FD0" w:rsidP="00D03FD0">
      <w:pPr>
        <w:pStyle w:val="Heading1"/>
      </w:pPr>
      <w:r>
        <w:t>Instructions</w:t>
      </w:r>
    </w:p>
    <w:p w14:paraId="24F13E60" w14:textId="77777777" w:rsidR="00D03FD0" w:rsidRDefault="00D03FD0" w:rsidP="00D03FD0">
      <w:pPr>
        <w:pStyle w:val="Heading2"/>
      </w:pPr>
      <w:r>
        <w:t>Verify Network Documentation and Isolate Problems</w:t>
      </w:r>
    </w:p>
    <w:p w14:paraId="55F2B29A" w14:textId="77777777" w:rsidR="00D03FD0" w:rsidRDefault="00D03FD0" w:rsidP="00D03FD0">
      <w:pPr>
        <w:pStyle w:val="BodyTextL25"/>
      </w:pPr>
      <w:r>
        <w:t>In Part 1 of this activity, complete the documentation and perform connectivity tests to discover issues. In addition, you will determine an appropriate solution for implementation in Part 2.</w:t>
      </w:r>
    </w:p>
    <w:p w14:paraId="5ABAB3F5" w14:textId="77777777" w:rsidR="00D03FD0" w:rsidRDefault="00D03FD0" w:rsidP="00D03FD0">
      <w:pPr>
        <w:pStyle w:val="Heading3"/>
        <w:numPr>
          <w:ilvl w:val="1"/>
          <w:numId w:val="14"/>
        </w:numPr>
      </w:pPr>
      <w:r>
        <w:t>Verify the network documentation and isolate any problems.</w:t>
      </w:r>
    </w:p>
    <w:p w14:paraId="47969B11" w14:textId="77777777" w:rsidR="00D03FD0" w:rsidRDefault="00D03FD0" w:rsidP="00D03FD0">
      <w:pPr>
        <w:pStyle w:val="SubStepAlpha"/>
      </w:pPr>
      <w:r>
        <w:t xml:space="preserve">Before you can effectively test a network, you must have complete documentation. Notice in the </w:t>
      </w:r>
      <w:r>
        <w:rPr>
          <w:b/>
        </w:rPr>
        <w:t xml:space="preserve">Addressing Table </w:t>
      </w:r>
      <w:r>
        <w:t xml:space="preserve">that some information is missing. Complete the </w:t>
      </w:r>
      <w:r>
        <w:rPr>
          <w:b/>
        </w:rPr>
        <w:t>Addressing Table</w:t>
      </w:r>
      <w:r>
        <w:t xml:space="preserve"> by filling in the missing default gateway information for the switches and the PCs. </w:t>
      </w:r>
    </w:p>
    <w:p w14:paraId="77C7A594" w14:textId="77777777" w:rsidR="00D03FD0" w:rsidRDefault="00D03FD0" w:rsidP="00D03FD0">
      <w:pPr>
        <w:pStyle w:val="SubStepAlpha"/>
      </w:pPr>
      <w:r>
        <w:t xml:space="preserve">Test connectivity to devices on the same network. By isolating and correcting any local access issues, you can better test remote connectivity with the confidence that local connectivity is operational. </w:t>
      </w:r>
    </w:p>
    <w:p w14:paraId="412806C4" w14:textId="77777777" w:rsidR="00D03FD0" w:rsidRDefault="00D03FD0" w:rsidP="00D03FD0">
      <w:pPr>
        <w:pStyle w:val="BodyTextL50"/>
      </w:pPr>
      <w:r>
        <w:t>A verification plan can be as simple as a list of connectivity tests. Use the following tests to verify local connectivity and isolate any access issues. The first issue is already documented, but you must implement and verify the solution during Part 2.</w:t>
      </w:r>
    </w:p>
    <w:p w14:paraId="37986B8A" w14:textId="77777777" w:rsidR="00D03FD0" w:rsidRDefault="00D03FD0" w:rsidP="00D03FD0">
      <w:pPr>
        <w:pStyle w:val="BodyTextL25Bold"/>
      </w:pPr>
      <w:r>
        <w:t>Testing and Verification Documentation</w:t>
      </w:r>
    </w:p>
    <w:tbl>
      <w:tblPr>
        <w:tblW w:w="9720" w:type="dxa"/>
        <w:jc w:val="center"/>
        <w:tblBorders>
          <w:top w:val="single" w:sz="2" w:space="0" w:color="00000A"/>
          <w:left w:val="single" w:sz="2" w:space="0" w:color="00000A"/>
          <w:bottom w:val="single" w:sz="2" w:space="0" w:color="00000A"/>
          <w:right w:val="single" w:sz="2" w:space="0" w:color="00000A"/>
          <w:insideH w:val="single" w:sz="2" w:space="0" w:color="00000A"/>
          <w:insideV w:val="single" w:sz="2" w:space="0" w:color="00000A"/>
        </w:tblBorders>
        <w:tblCellMar>
          <w:top w:w="14" w:type="dxa"/>
          <w:left w:w="114" w:type="dxa"/>
          <w:bottom w:w="14" w:type="dxa"/>
          <w:right w:w="115" w:type="dxa"/>
        </w:tblCellMar>
        <w:tblLook w:val="04A0" w:firstRow="1" w:lastRow="0" w:firstColumn="1" w:lastColumn="0" w:noHBand="0" w:noVBand="1"/>
        <w:tblDescription w:val="This table contains all the information neccessary to document the results from testing and verification. Type your answers in the cells listed as &quot;blank&quot;."/>
      </w:tblPr>
      <w:tblGrid>
        <w:gridCol w:w="2067"/>
        <w:gridCol w:w="1710"/>
        <w:gridCol w:w="2229"/>
        <w:gridCol w:w="2521"/>
        <w:gridCol w:w="1193"/>
      </w:tblGrid>
      <w:tr w:rsidR="00D03FD0" w14:paraId="0494CBAF" w14:textId="77777777" w:rsidTr="001D5682">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14:paraId="6D625AE8" w14:textId="77777777" w:rsidR="00D03FD0" w:rsidRDefault="00D03FD0" w:rsidP="00907DCA">
            <w:pPr>
              <w:pStyle w:val="TableHeading"/>
            </w:pPr>
            <w:r>
              <w:t>Test</w:t>
            </w:r>
          </w:p>
        </w:tc>
        <w:tc>
          <w:tcPr>
            <w:tcW w:w="1710"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14:paraId="714664F3" w14:textId="77777777" w:rsidR="00D03FD0" w:rsidRDefault="00D03FD0" w:rsidP="00907DCA">
            <w:pPr>
              <w:pStyle w:val="TableHeading"/>
            </w:pPr>
            <w:r>
              <w:t>Successful?</w:t>
            </w:r>
          </w:p>
        </w:tc>
        <w:tc>
          <w:tcPr>
            <w:tcW w:w="2229"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14:paraId="349BA30F" w14:textId="77777777" w:rsidR="00D03FD0" w:rsidRDefault="00D03FD0" w:rsidP="00907DCA">
            <w:pPr>
              <w:pStyle w:val="TableHeading"/>
            </w:pPr>
            <w:r>
              <w:t>Issues</w:t>
            </w:r>
          </w:p>
        </w:tc>
        <w:tc>
          <w:tcPr>
            <w:tcW w:w="2521"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14:paraId="51CB35C3" w14:textId="77777777" w:rsidR="00D03FD0" w:rsidRDefault="00D03FD0" w:rsidP="00907DCA">
            <w:pPr>
              <w:pStyle w:val="TableHeading"/>
            </w:pPr>
            <w:r>
              <w:t>Solution</w:t>
            </w:r>
          </w:p>
        </w:tc>
        <w:tc>
          <w:tcPr>
            <w:tcW w:w="1193" w:type="dxa"/>
            <w:tcBorders>
              <w:top w:val="single" w:sz="2" w:space="0" w:color="00000A"/>
              <w:left w:val="single" w:sz="2" w:space="0" w:color="00000A"/>
              <w:bottom w:val="single" w:sz="2" w:space="0" w:color="00000A"/>
              <w:right w:val="single" w:sz="2" w:space="0" w:color="00000A"/>
            </w:tcBorders>
            <w:shd w:val="clear" w:color="auto" w:fill="DBE5F1"/>
            <w:tcMar>
              <w:left w:w="114" w:type="dxa"/>
            </w:tcMar>
            <w:vAlign w:val="bottom"/>
          </w:tcPr>
          <w:p w14:paraId="7BDA6655" w14:textId="77777777" w:rsidR="00D03FD0" w:rsidRDefault="00D03FD0" w:rsidP="00907DCA">
            <w:pPr>
              <w:pStyle w:val="TableHeading"/>
            </w:pPr>
            <w:r>
              <w:t>Verified</w:t>
            </w:r>
          </w:p>
        </w:tc>
      </w:tr>
      <w:tr w:rsidR="00D03FD0" w14:paraId="62513170" w14:textId="77777777" w:rsidTr="001D5682">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5B56B557" w14:textId="77777777" w:rsidR="00D03FD0" w:rsidRPr="00907DCA" w:rsidRDefault="00D03FD0" w:rsidP="00907DCA">
            <w:pPr>
              <w:pStyle w:val="TableText"/>
              <w:rPr>
                <w:b/>
              </w:rPr>
            </w:pPr>
            <w:r w:rsidRPr="00907DCA">
              <w:rPr>
                <w:b/>
              </w:rPr>
              <w:t>PC1 to PC2</w:t>
            </w:r>
          </w:p>
        </w:tc>
        <w:tc>
          <w:tcPr>
            <w:tcW w:w="171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2877B05C" w14:textId="77777777" w:rsidR="00D03FD0" w:rsidRPr="00907DCA" w:rsidRDefault="00D03FD0" w:rsidP="00907DCA">
            <w:pPr>
              <w:pStyle w:val="TableText"/>
              <w:rPr>
                <w:b/>
              </w:rPr>
            </w:pPr>
            <w:r w:rsidRPr="00907DCA">
              <w:rPr>
                <w:b/>
              </w:rPr>
              <w:t>No</w:t>
            </w:r>
          </w:p>
        </w:tc>
        <w:tc>
          <w:tcPr>
            <w:tcW w:w="2229"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12B58687" w14:textId="77777777" w:rsidR="00D03FD0" w:rsidRPr="00907DCA" w:rsidRDefault="00D03FD0" w:rsidP="00907DCA">
            <w:pPr>
              <w:pStyle w:val="TableText"/>
              <w:rPr>
                <w:b/>
              </w:rPr>
            </w:pPr>
            <w:r w:rsidRPr="00907DCA">
              <w:rPr>
                <w:b/>
              </w:rPr>
              <w:t>IP address on PC1</w:t>
            </w:r>
          </w:p>
        </w:tc>
        <w:tc>
          <w:tcPr>
            <w:tcW w:w="252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58F698FF" w14:textId="77777777" w:rsidR="00D03FD0" w:rsidRPr="00907DCA" w:rsidRDefault="00D03FD0" w:rsidP="00907DCA">
            <w:pPr>
              <w:pStyle w:val="TableText"/>
              <w:rPr>
                <w:b/>
              </w:rPr>
            </w:pPr>
            <w:r w:rsidRPr="00907DCA">
              <w:rPr>
                <w:b/>
              </w:rPr>
              <w:t>Change PC1 IP address</w:t>
            </w:r>
          </w:p>
        </w:tc>
        <w:tc>
          <w:tcPr>
            <w:tcW w:w="119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07585212" w14:textId="77777777" w:rsidR="00D03FD0" w:rsidRDefault="00BD52AA" w:rsidP="00BD52AA">
            <w:pPr>
              <w:pStyle w:val="ConfigWindow"/>
            </w:pPr>
            <w:r>
              <w:t>blank</w:t>
            </w:r>
          </w:p>
        </w:tc>
      </w:tr>
      <w:tr w:rsidR="00D03FD0" w14:paraId="01623BA6" w14:textId="77777777" w:rsidTr="001D5682">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5FE278AB" w14:textId="77777777" w:rsidR="00D03FD0" w:rsidRDefault="00D03FD0" w:rsidP="00907DCA">
            <w:pPr>
              <w:pStyle w:val="TableText"/>
            </w:pPr>
            <w:r>
              <w:t>PC1 to S1</w:t>
            </w:r>
          </w:p>
        </w:tc>
        <w:tc>
          <w:tcPr>
            <w:tcW w:w="171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0E3C0FF1" w14:textId="77777777" w:rsidR="00D03FD0" w:rsidRDefault="00BD52AA" w:rsidP="00BD52AA">
            <w:pPr>
              <w:pStyle w:val="ConfigWindow"/>
            </w:pPr>
            <w:r>
              <w:t>blank</w:t>
            </w:r>
          </w:p>
        </w:tc>
        <w:tc>
          <w:tcPr>
            <w:tcW w:w="2229"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313C3F88" w14:textId="77777777" w:rsidR="00D03FD0" w:rsidRDefault="00BD52AA" w:rsidP="00BD52AA">
            <w:pPr>
              <w:pStyle w:val="ConfigWindow"/>
            </w:pPr>
            <w:r>
              <w:t>blank</w:t>
            </w:r>
          </w:p>
        </w:tc>
        <w:tc>
          <w:tcPr>
            <w:tcW w:w="252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6F5E19F9" w14:textId="77777777" w:rsidR="00D03FD0" w:rsidRDefault="00BD52AA" w:rsidP="00BD52AA">
            <w:pPr>
              <w:pStyle w:val="ConfigWindow"/>
            </w:pPr>
            <w:r>
              <w:t>blank</w:t>
            </w:r>
          </w:p>
        </w:tc>
        <w:tc>
          <w:tcPr>
            <w:tcW w:w="119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08174FEF" w14:textId="77777777" w:rsidR="00D03FD0" w:rsidRDefault="00BD52AA" w:rsidP="00BD52AA">
            <w:pPr>
              <w:pStyle w:val="ConfigWindow"/>
            </w:pPr>
            <w:r>
              <w:t>blank</w:t>
            </w:r>
          </w:p>
        </w:tc>
      </w:tr>
      <w:tr w:rsidR="00BD52AA" w14:paraId="4F4F9ED9" w14:textId="77777777" w:rsidTr="001D5682">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30970F25" w14:textId="77777777" w:rsidR="00BD52AA" w:rsidRDefault="00BD52AA" w:rsidP="00BD52AA">
            <w:pPr>
              <w:pStyle w:val="TableText"/>
            </w:pPr>
            <w:r>
              <w:t>PC1 to R1</w:t>
            </w:r>
          </w:p>
        </w:tc>
        <w:tc>
          <w:tcPr>
            <w:tcW w:w="171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2E2CCEFE" w14:textId="77777777" w:rsidR="00BD52AA" w:rsidRPr="00BD52AA" w:rsidRDefault="00BD52AA" w:rsidP="00BD52AA">
            <w:pPr>
              <w:pStyle w:val="ConfigWindow"/>
            </w:pPr>
            <w:r w:rsidRPr="00BD52AA">
              <w:t>blank</w:t>
            </w:r>
          </w:p>
        </w:tc>
        <w:tc>
          <w:tcPr>
            <w:tcW w:w="2229"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080DAF5F" w14:textId="77777777" w:rsidR="00BD52AA" w:rsidRPr="00BD52AA" w:rsidRDefault="00BD52AA" w:rsidP="00BD52AA">
            <w:pPr>
              <w:pStyle w:val="ConfigWindow"/>
            </w:pPr>
            <w:r w:rsidRPr="00BD52AA">
              <w:t>blank</w:t>
            </w:r>
          </w:p>
        </w:tc>
        <w:tc>
          <w:tcPr>
            <w:tcW w:w="252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100D771D" w14:textId="77777777" w:rsidR="00BD52AA" w:rsidRPr="00BD52AA" w:rsidRDefault="00BD52AA" w:rsidP="00BD52AA">
            <w:pPr>
              <w:pStyle w:val="ConfigWindow"/>
            </w:pPr>
            <w:r w:rsidRPr="00BD52AA">
              <w:t>blank</w:t>
            </w:r>
          </w:p>
        </w:tc>
        <w:tc>
          <w:tcPr>
            <w:tcW w:w="119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6F9F5A14" w14:textId="77777777" w:rsidR="00BD52AA" w:rsidRPr="00BD52AA" w:rsidRDefault="00BD52AA" w:rsidP="00BD52AA">
            <w:pPr>
              <w:pStyle w:val="ConfigWindow"/>
            </w:pPr>
            <w:r w:rsidRPr="00BD52AA">
              <w:t>blank</w:t>
            </w:r>
          </w:p>
        </w:tc>
      </w:tr>
      <w:tr w:rsidR="00BD52AA" w14:paraId="7119BB03" w14:textId="77777777" w:rsidTr="001D5682">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3C8DCA84" w14:textId="77777777" w:rsidR="00BD52AA" w:rsidRDefault="00BD52AA" w:rsidP="00B42953">
            <w:pPr>
              <w:pStyle w:val="ConfigWindow"/>
              <w:spacing w:before="120" w:after="120"/>
            </w:pPr>
            <w:r>
              <w:t>blank</w:t>
            </w:r>
          </w:p>
        </w:tc>
        <w:tc>
          <w:tcPr>
            <w:tcW w:w="171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269F0212" w14:textId="77777777" w:rsidR="00BD52AA" w:rsidRPr="00BD52AA" w:rsidRDefault="00BD52AA" w:rsidP="00BD52AA">
            <w:pPr>
              <w:pStyle w:val="ConfigWindow"/>
            </w:pPr>
            <w:r w:rsidRPr="00BD52AA">
              <w:t>blank</w:t>
            </w:r>
          </w:p>
        </w:tc>
        <w:tc>
          <w:tcPr>
            <w:tcW w:w="2229"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3D1F3765" w14:textId="77777777" w:rsidR="00BD52AA" w:rsidRPr="00BD52AA" w:rsidRDefault="00BD52AA" w:rsidP="00BD52AA">
            <w:pPr>
              <w:pStyle w:val="ConfigWindow"/>
            </w:pPr>
            <w:r w:rsidRPr="00BD52AA">
              <w:t>blank</w:t>
            </w:r>
          </w:p>
        </w:tc>
        <w:tc>
          <w:tcPr>
            <w:tcW w:w="252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719CE2C6" w14:textId="77777777" w:rsidR="00BD52AA" w:rsidRPr="00BD52AA" w:rsidRDefault="00BD52AA" w:rsidP="00BD52AA">
            <w:pPr>
              <w:pStyle w:val="ConfigWindow"/>
            </w:pPr>
            <w:r w:rsidRPr="00BD52AA">
              <w:t>blank</w:t>
            </w:r>
          </w:p>
        </w:tc>
        <w:tc>
          <w:tcPr>
            <w:tcW w:w="119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2AB4B1E7" w14:textId="77777777" w:rsidR="00BD52AA" w:rsidRPr="00BD52AA" w:rsidRDefault="00BD52AA" w:rsidP="00BD52AA">
            <w:pPr>
              <w:pStyle w:val="ConfigWindow"/>
            </w:pPr>
            <w:r w:rsidRPr="00BD52AA">
              <w:t>blank</w:t>
            </w:r>
          </w:p>
        </w:tc>
      </w:tr>
      <w:tr w:rsidR="00BD52AA" w14:paraId="35E6478C" w14:textId="77777777" w:rsidTr="001D5682">
        <w:trPr>
          <w:cantSplit/>
          <w:jc w:val="center"/>
        </w:trPr>
        <w:tc>
          <w:tcPr>
            <w:tcW w:w="2067"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032868F7" w14:textId="77777777" w:rsidR="00BD52AA" w:rsidRDefault="00BD52AA" w:rsidP="00B42953">
            <w:pPr>
              <w:pStyle w:val="ConfigWindow"/>
              <w:spacing w:before="120" w:after="120"/>
            </w:pPr>
            <w:r>
              <w:t>Blank</w:t>
            </w:r>
          </w:p>
        </w:tc>
        <w:tc>
          <w:tcPr>
            <w:tcW w:w="1710"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404F7D69" w14:textId="77777777" w:rsidR="00BD52AA" w:rsidRPr="00BD52AA" w:rsidRDefault="00BD52AA" w:rsidP="00BD52AA">
            <w:pPr>
              <w:pStyle w:val="ConfigWindow"/>
            </w:pPr>
            <w:r w:rsidRPr="00BD52AA">
              <w:t>blank</w:t>
            </w:r>
          </w:p>
        </w:tc>
        <w:tc>
          <w:tcPr>
            <w:tcW w:w="2229"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448AE908" w14:textId="77777777" w:rsidR="00BD52AA" w:rsidRPr="00BD52AA" w:rsidRDefault="00BD52AA" w:rsidP="00BD52AA">
            <w:pPr>
              <w:pStyle w:val="ConfigWindow"/>
            </w:pPr>
            <w:r w:rsidRPr="00BD52AA">
              <w:t>blank</w:t>
            </w:r>
          </w:p>
        </w:tc>
        <w:tc>
          <w:tcPr>
            <w:tcW w:w="2521"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201AB81E" w14:textId="77777777" w:rsidR="00BD52AA" w:rsidRPr="00BD52AA" w:rsidRDefault="00BD52AA" w:rsidP="00BD52AA">
            <w:pPr>
              <w:pStyle w:val="ConfigWindow"/>
            </w:pPr>
            <w:r w:rsidRPr="00BD52AA">
              <w:t>blank</w:t>
            </w:r>
          </w:p>
        </w:tc>
        <w:tc>
          <w:tcPr>
            <w:tcW w:w="1193" w:type="dxa"/>
            <w:tcBorders>
              <w:top w:val="single" w:sz="2" w:space="0" w:color="00000A"/>
              <w:left w:val="single" w:sz="2" w:space="0" w:color="00000A"/>
              <w:bottom w:val="single" w:sz="2" w:space="0" w:color="00000A"/>
              <w:right w:val="single" w:sz="2" w:space="0" w:color="00000A"/>
            </w:tcBorders>
            <w:shd w:val="clear" w:color="auto" w:fill="auto"/>
            <w:tcMar>
              <w:left w:w="114" w:type="dxa"/>
            </w:tcMar>
            <w:vAlign w:val="bottom"/>
          </w:tcPr>
          <w:p w14:paraId="3C161311" w14:textId="77777777" w:rsidR="00BD52AA" w:rsidRPr="00BD52AA" w:rsidRDefault="00BD52AA" w:rsidP="00BD52AA">
            <w:pPr>
              <w:pStyle w:val="ConfigWindow"/>
            </w:pPr>
            <w:r w:rsidRPr="00BD52AA">
              <w:t>blank</w:t>
            </w:r>
          </w:p>
        </w:tc>
      </w:tr>
    </w:tbl>
    <w:p w14:paraId="5E538D90" w14:textId="77777777" w:rsidR="00D03FD0" w:rsidRDefault="00D03FD0" w:rsidP="00D03FD0">
      <w:pPr>
        <w:pStyle w:val="BodyTextL50"/>
      </w:pPr>
      <w:r>
        <w:rPr>
          <w:b/>
        </w:rPr>
        <w:t>Note</w:t>
      </w:r>
      <w:r>
        <w:t>: The table is an example; you must create your own document. You can use paper and pencil to draw a table, or you can use a text editor or spreadsheet. Consult your instructor if you need further guidance.</w:t>
      </w:r>
    </w:p>
    <w:p w14:paraId="466AC6FF" w14:textId="77777777" w:rsidR="00D03FD0" w:rsidRDefault="00D03FD0" w:rsidP="00D03FD0">
      <w:pPr>
        <w:pStyle w:val="SubStepAlpha"/>
      </w:pPr>
      <w:r>
        <w:t xml:space="preserve">Test connectivity to remote devices (such as from PC1 to PC4) and document any problems. This is frequently referred to as </w:t>
      </w:r>
      <w:r>
        <w:rPr>
          <w:i/>
        </w:rPr>
        <w:t>end-to-end connectivity</w:t>
      </w:r>
      <w:r>
        <w:t>. This means that all devices in a network have the full connectivity allowed by the network policy.</w:t>
      </w:r>
    </w:p>
    <w:p w14:paraId="0960FDE1" w14:textId="77777777" w:rsidR="00D03FD0" w:rsidRDefault="00D03FD0" w:rsidP="00D03FD0">
      <w:pPr>
        <w:pStyle w:val="BodyTextL50"/>
      </w:pPr>
      <w:r>
        <w:rPr>
          <w:b/>
        </w:rPr>
        <w:t>Note</w:t>
      </w:r>
      <w:r>
        <w:t xml:space="preserve">: Remote connectivity testing may not be possible yet, because you must first resolve local connectivity issues. After you have solved those issues, return to this step and test connectivity between networks. </w:t>
      </w:r>
    </w:p>
    <w:p w14:paraId="68F86106" w14:textId="77777777" w:rsidR="00D03FD0" w:rsidRDefault="00D03FD0" w:rsidP="00D03FD0">
      <w:pPr>
        <w:pStyle w:val="Heading3"/>
      </w:pPr>
      <w:r>
        <w:t>Determine an appropriate solution for the problem.</w:t>
      </w:r>
    </w:p>
    <w:p w14:paraId="1BAF1D8A" w14:textId="77777777" w:rsidR="00D03FD0" w:rsidRDefault="00D03FD0" w:rsidP="00D03FD0">
      <w:pPr>
        <w:pStyle w:val="SubStepAlpha"/>
      </w:pPr>
      <w:r>
        <w:t>Using your knowledge of the way networks operate and your device configuration skills, search for the cause of the problem. For example, S1 is not the cause of the connectivity issue between PC1 and PC2. The link lights are green and no configuration on S1 would cause traffic to not pass between PC1 and PC2. So the problem must be with PC1, PC2, or both.</w:t>
      </w:r>
    </w:p>
    <w:p w14:paraId="280D025D" w14:textId="77777777" w:rsidR="00D03FD0" w:rsidRDefault="00D03FD0" w:rsidP="00D03FD0">
      <w:pPr>
        <w:pStyle w:val="SubStepAlpha"/>
      </w:pPr>
      <w:r>
        <w:t xml:space="preserve">Verify the device addressing to ensure it matches the network documentation. For example, the IP address for PC1 is incorrect as verified with the </w:t>
      </w:r>
      <w:r>
        <w:rPr>
          <w:b/>
        </w:rPr>
        <w:t>ipconfig</w:t>
      </w:r>
      <w:r>
        <w:t xml:space="preserve"> command.</w:t>
      </w:r>
    </w:p>
    <w:p w14:paraId="16206B5A" w14:textId="77777777" w:rsidR="00D03FD0" w:rsidRDefault="00D03FD0" w:rsidP="00D03FD0">
      <w:pPr>
        <w:pStyle w:val="SubStepAlpha"/>
      </w:pPr>
      <w:r>
        <w:t>Suggest a solution that you think will resolve the problem and document it. For example, change the IP address for PC1 to match the documentation.</w:t>
      </w:r>
    </w:p>
    <w:p w14:paraId="74C30CB2" w14:textId="77777777" w:rsidR="00D03FD0" w:rsidRDefault="00D03FD0" w:rsidP="00D03FD0">
      <w:pPr>
        <w:pStyle w:val="BodyTextL50"/>
      </w:pPr>
      <w:r>
        <w:rPr>
          <w:b/>
        </w:rPr>
        <w:t>Note</w:t>
      </w:r>
      <w:r>
        <w:t>: Often there is more than one solution. However, it is a troubleshooting best practice to implement and verify one solution at a time. Implementing more than one solution could introduce additional issues in a more complex scenario.</w:t>
      </w:r>
    </w:p>
    <w:p w14:paraId="79CB00EC" w14:textId="77777777" w:rsidR="00D03FD0" w:rsidRDefault="00D03FD0" w:rsidP="00D03FD0">
      <w:pPr>
        <w:pStyle w:val="Heading2"/>
      </w:pPr>
      <w:r>
        <w:t>Implement, Verify, and Document Solutions</w:t>
      </w:r>
    </w:p>
    <w:p w14:paraId="7BEF4C1A" w14:textId="77777777" w:rsidR="00D03FD0" w:rsidRDefault="00D03FD0" w:rsidP="00D03FD0">
      <w:pPr>
        <w:pStyle w:val="BodyTextL25"/>
      </w:pPr>
      <w:r>
        <w:t>In Part 2 of this activity, you will implement the solutions you identified in Part 1. You will then verify the solution worked. You may need to return to Part 1 to finish isolating all the problems.</w:t>
      </w:r>
    </w:p>
    <w:p w14:paraId="264770B7" w14:textId="77777777" w:rsidR="00D03FD0" w:rsidRDefault="00D03FD0" w:rsidP="00D03FD0">
      <w:pPr>
        <w:pStyle w:val="Heading3"/>
      </w:pPr>
      <w:r>
        <w:t>Implement solutions to connectivity problems.</w:t>
      </w:r>
    </w:p>
    <w:p w14:paraId="1DBBEC48" w14:textId="77777777" w:rsidR="00D03FD0" w:rsidRDefault="00D03FD0" w:rsidP="00D03FD0">
      <w:pPr>
        <w:pStyle w:val="BodyTextL25"/>
      </w:pPr>
      <w:r>
        <w:t>Refer to your documentation in Part 1. Choose the first issue and implement your suggested solution. For example, correct the IP address on PC1.</w:t>
      </w:r>
    </w:p>
    <w:p w14:paraId="4D644ACA" w14:textId="77777777" w:rsidR="00D03FD0" w:rsidRDefault="00D03FD0" w:rsidP="00D03FD0">
      <w:pPr>
        <w:pStyle w:val="Heading3"/>
      </w:pPr>
      <w:r>
        <w:t>Verify that the problem is now resolved.</w:t>
      </w:r>
    </w:p>
    <w:p w14:paraId="1B960FE9" w14:textId="77777777" w:rsidR="00D03FD0" w:rsidRDefault="00D03FD0" w:rsidP="00D03FD0">
      <w:pPr>
        <w:pStyle w:val="SubStepAlpha"/>
      </w:pPr>
      <w:r>
        <w:t>Verify your solution has solved the problem by performing the test you used to identify the problem. For example, can PC1 now ping PC2?</w:t>
      </w:r>
    </w:p>
    <w:p w14:paraId="66ED2007" w14:textId="77777777" w:rsidR="00D03FD0" w:rsidRDefault="00D03FD0" w:rsidP="00D03FD0">
      <w:pPr>
        <w:pStyle w:val="SubStepAlpha"/>
      </w:pPr>
      <w:r>
        <w:t>If the problem is resolved, indicate so in your documentation. For example, in the table above, a simple checkmark would suffice in the “Verified” column.</w:t>
      </w:r>
    </w:p>
    <w:p w14:paraId="31F2AA33" w14:textId="77777777" w:rsidR="00D03FD0" w:rsidRDefault="00D03FD0" w:rsidP="00D03FD0">
      <w:pPr>
        <w:pStyle w:val="Heading3"/>
      </w:pPr>
      <w:r>
        <w:t>Verify that all issues are resolved.</w:t>
      </w:r>
    </w:p>
    <w:p w14:paraId="45783175" w14:textId="77777777" w:rsidR="00D03FD0" w:rsidRDefault="00D03FD0" w:rsidP="00D03FD0">
      <w:pPr>
        <w:pStyle w:val="SubStepAlpha"/>
      </w:pPr>
      <w:r>
        <w:t>If you still have an outstanding issue with a solution that has not yet been implemented, return to Part 2, Step 1.</w:t>
      </w:r>
    </w:p>
    <w:p w14:paraId="2F0E218F" w14:textId="77777777" w:rsidR="00D03FD0" w:rsidRDefault="00D03FD0" w:rsidP="00D03FD0">
      <w:pPr>
        <w:pStyle w:val="SubStepAlpha"/>
      </w:pPr>
      <w:r>
        <w:t>If all your current issues are resolved, have you also resolved any remote connectivity issues (such as can PC1 ping PC4)? If the answer is no, return to Part 1, Step 1c to test remote connectivity.</w:t>
      </w:r>
    </w:p>
    <w:p w14:paraId="4C2A2C70" w14:textId="77777777" w:rsidR="00986C4C" w:rsidRDefault="00986C4C" w:rsidP="00986C4C">
      <w:pPr>
        <w:pStyle w:val="ConfigWindow"/>
      </w:pPr>
      <w:r>
        <w:t>End of document</w:t>
      </w:r>
    </w:p>
    <w:sectPr w:rsidR="00986C4C"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BAF2EA" w14:textId="77777777" w:rsidR="00E939A2" w:rsidRDefault="00E939A2" w:rsidP="00710659">
      <w:pPr>
        <w:spacing w:after="0" w:line="240" w:lineRule="auto"/>
      </w:pPr>
      <w:r>
        <w:separator/>
      </w:r>
    </w:p>
    <w:p w14:paraId="3D05DB5E" w14:textId="77777777" w:rsidR="00E939A2" w:rsidRDefault="00E939A2"/>
  </w:endnote>
  <w:endnote w:type="continuationSeparator" w:id="0">
    <w:p w14:paraId="1261DCBE" w14:textId="77777777" w:rsidR="00E939A2" w:rsidRDefault="00E939A2" w:rsidP="00710659">
      <w:pPr>
        <w:spacing w:after="0" w:line="240" w:lineRule="auto"/>
      </w:pPr>
      <w:r>
        <w:continuationSeparator/>
      </w:r>
    </w:p>
    <w:p w14:paraId="4F5E2D7A" w14:textId="77777777" w:rsidR="00E939A2" w:rsidRDefault="00E939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3E6BC" w14:textId="77777777"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3995B" w14:textId="73FFCF81"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091FE1">
          <w:t>2013</w:t>
        </w:r>
      </w:sdtContent>
    </w:sdt>
    <w:r>
      <w:t xml:space="preserve"> - </w:t>
    </w:r>
    <w:r>
      <w:fldChar w:fldCharType="begin"/>
    </w:r>
    <w:r>
      <w:instrText xml:space="preserve"> SAVEDATE  \@ "yyyy"  \* MERGEFORMAT </w:instrText>
    </w:r>
    <w:r>
      <w:fldChar w:fldCharType="separate"/>
    </w:r>
    <w:r w:rsidR="00DE056D">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42953">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42953">
      <w:rPr>
        <w:b/>
        <w:noProof/>
        <w:szCs w:val="16"/>
      </w:rPr>
      <w:t>3</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D40C8" w14:textId="57C6C35E"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091FE1">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DE056D">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42953">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42953">
      <w:rPr>
        <w:b/>
        <w:noProof/>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620A3" w14:textId="77777777" w:rsidR="00E939A2" w:rsidRDefault="00E939A2" w:rsidP="00710659">
      <w:pPr>
        <w:spacing w:after="0" w:line="240" w:lineRule="auto"/>
      </w:pPr>
      <w:r>
        <w:separator/>
      </w:r>
    </w:p>
    <w:p w14:paraId="488EF7EA" w14:textId="77777777" w:rsidR="00E939A2" w:rsidRDefault="00E939A2"/>
  </w:footnote>
  <w:footnote w:type="continuationSeparator" w:id="0">
    <w:p w14:paraId="63F25E43" w14:textId="77777777" w:rsidR="00E939A2" w:rsidRDefault="00E939A2" w:rsidP="00710659">
      <w:pPr>
        <w:spacing w:after="0" w:line="240" w:lineRule="auto"/>
      </w:pPr>
      <w:r>
        <w:continuationSeparator/>
      </w:r>
    </w:p>
    <w:p w14:paraId="64172C7F" w14:textId="77777777" w:rsidR="00E939A2" w:rsidRDefault="00E939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98033" w14:textId="77777777"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8FACDAF6864C415DA0E11AD0D8D3E4EC"/>
      </w:placeholder>
      <w:dataBinding w:prefixMappings="xmlns:ns0='http://purl.org/dc/elements/1.1/' xmlns:ns1='http://schemas.openxmlformats.org/package/2006/metadata/core-properties' " w:xpath="/ns1:coreProperties[1]/ns0:title[1]" w:storeItemID="{6C3C8BC8-F283-45AE-878A-BAB7291924A1}"/>
      <w:text/>
    </w:sdtPr>
    <w:sdtEndPr/>
    <w:sdtContent>
      <w:p w14:paraId="3E3D6D1A" w14:textId="77777777" w:rsidR="00926CB2" w:rsidRDefault="009C1905" w:rsidP="008402F2">
        <w:pPr>
          <w:pStyle w:val="PageHead"/>
        </w:pPr>
        <w:r>
          <w:t>Packet Tracer - Troubleshoot Default Gateway Issues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4F2CF" w14:textId="77777777" w:rsidR="00926CB2" w:rsidRDefault="00882B63" w:rsidP="006C3FCF">
    <w:pPr>
      <w:ind w:left="-288"/>
    </w:pPr>
    <w:r>
      <w:rPr>
        <w:noProof/>
      </w:rPr>
      <w:drawing>
        <wp:inline distT="0" distB="0" distL="0" distR="0" wp14:anchorId="5C843866" wp14:editId="5774902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9F17DD"/>
    <w:multiLevelType w:val="multilevel"/>
    <w:tmpl w:val="2EFCDABA"/>
    <w:lvl w:ilvl="0">
      <w:start w:val="1"/>
      <w:numFmt w:val="decimal"/>
      <w:suff w:val="space"/>
      <w:lvlText w:val="Part %1:  "/>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7F77CD"/>
    <w:multiLevelType w:val="multilevel"/>
    <w:tmpl w:val="6B6A5C0C"/>
    <w:lvl w:ilvl="0">
      <w:start w:val="1"/>
      <w:numFmt w:val="lowerLetter"/>
      <w:lvlText w:val="%1."/>
      <w:lvlJc w:val="left"/>
      <w:pPr>
        <w:tabs>
          <w:tab w:val="num" w:pos="720"/>
        </w:tabs>
        <w:ind w:left="720" w:hanging="360"/>
      </w:pPr>
    </w:lvl>
    <w:lvl w:ilvl="1">
      <w:start w:val="1"/>
      <w:numFmt w:val="decimal"/>
      <w:suff w:val="space"/>
      <w:lvlText w:val="Part %2:"/>
      <w:lvlJc w:val="left"/>
      <w:pPr>
        <w:ind w:left="0" w:firstLine="0"/>
      </w:pPr>
    </w:lvl>
    <w:lvl w:ilvl="2">
      <w:start w:val="1"/>
      <w:numFmt w:val="decimal"/>
      <w:suff w:val="space"/>
      <w:lvlText w:val="Step %3:"/>
      <w:lvlJc w:val="left"/>
      <w:pPr>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1DF612DD"/>
    <w:multiLevelType w:val="multilevel"/>
    <w:tmpl w:val="03B471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153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465E5A1D"/>
    <w:multiLevelType w:val="multilevel"/>
    <w:tmpl w:val="B3241A0E"/>
    <w:lvl w:ilvl="0">
      <w:start w:val="1"/>
      <w:numFmt w:val="lowerLetter"/>
      <w:lvlText w:val="%1."/>
      <w:lvlJc w:val="left"/>
      <w:pPr>
        <w:tabs>
          <w:tab w:val="num" w:pos="720"/>
        </w:tabs>
        <w:ind w:left="720" w:hanging="360"/>
      </w:pPr>
    </w:lvl>
    <w:lvl w:ilvl="1">
      <w:start w:val="1"/>
      <w:numFmt w:val="decimal"/>
      <w:suff w:val="space"/>
      <w:lvlText w:val="Part %2:"/>
      <w:lvlJc w:val="left"/>
      <w:pPr>
        <w:ind w:left="0" w:firstLine="0"/>
      </w:pPr>
    </w:lvl>
    <w:lvl w:ilvl="2">
      <w:start w:val="1"/>
      <w:numFmt w:val="decimal"/>
      <w:suff w:val="space"/>
      <w:lvlText w:val="Step %3:"/>
      <w:lvlJc w:val="left"/>
      <w:pPr>
        <w:ind w:left="0" w:firstLine="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8"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65721DFE"/>
    <w:multiLevelType w:val="multilevel"/>
    <w:tmpl w:val="A028CCD2"/>
    <w:lvl w:ilvl="0">
      <w:start w:val="1"/>
      <w:numFmt w:val="decimal"/>
      <w:suff w:val="space"/>
      <w:lvlText w:val="Part %1:  "/>
      <w:lvlJc w:val="left"/>
      <w:pPr>
        <w:ind w:left="0" w:firstLine="0"/>
      </w:pPr>
    </w:lvl>
    <w:lvl w:ilvl="1">
      <w:start w:val="1"/>
      <w:numFmt w:val="decimal"/>
      <w:suff w:val="space"/>
      <w:lvlText w:val="Step %2:"/>
      <w:lvlJc w:val="left"/>
      <w:pPr>
        <w:ind w:left="0" w:firstLine="0"/>
      </w:pPr>
    </w:lvl>
    <w:lvl w:ilvl="2">
      <w:start w:val="1"/>
      <w:numFmt w:val="decimal"/>
      <w:suff w:val="space"/>
      <w:lvlText w:val="Step %3:"/>
      <w:lvlJc w:val="left"/>
      <w:pPr>
        <w:ind w:left="0" w:firstLine="0"/>
      </w:pPr>
    </w:lvl>
    <w:lvl w:ilvl="3">
      <w:start w:val="1"/>
      <w:numFmt w:val="lowerLetter"/>
      <w:lvlText w:val="%4. "/>
      <w:lvlJc w:val="left"/>
      <w:pPr>
        <w:ind w:left="720" w:hanging="360"/>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0" w15:restartNumberingAfterBreak="0">
    <w:nsid w:val="7D3061C2"/>
    <w:multiLevelType w:val="multilevel"/>
    <w:tmpl w:val="4516C408"/>
    <w:lvl w:ilvl="0">
      <w:start w:val="1"/>
      <w:numFmt w:val="decimal"/>
      <w:suff w:val="space"/>
      <w:lvlText w:val="Part %1:  "/>
      <w:lvlJc w:val="left"/>
      <w:pPr>
        <w:ind w:left="0" w:firstLine="0"/>
      </w:pPr>
    </w:lvl>
    <w:lvl w:ilvl="1">
      <w:start w:val="1"/>
      <w:numFmt w:val="decimal"/>
      <w:suff w:val="space"/>
      <w:lvlText w:val="Step %2:"/>
      <w:lvlJc w:val="left"/>
      <w:pPr>
        <w:ind w:left="0" w:firstLine="0"/>
      </w:pPr>
    </w:lvl>
    <w:lvl w:ilvl="2">
      <w:start w:val="1"/>
      <w:numFmt w:val="decimal"/>
      <w:suff w:val="space"/>
      <w:lvlText w:val="Step %3:"/>
      <w:lvlJc w:val="left"/>
      <w:pPr>
        <w:ind w:left="0" w:firstLine="0"/>
      </w:pPr>
    </w:lvl>
    <w:lvl w:ilvl="3">
      <w:start w:val="1"/>
      <w:numFmt w:val="lowerLetter"/>
      <w:lvlText w:val="%4. "/>
      <w:lvlJc w:val="left"/>
      <w:pPr>
        <w:ind w:left="720" w:hanging="360"/>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8"/>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7"/>
  </w:num>
  <w:num w:numId="12">
    <w:abstractNumId w:val="10"/>
  </w:num>
  <w:num w:numId="13">
    <w:abstractNumId w:val="2"/>
  </w:num>
  <w:num w:numId="14">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905"/>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1FE1"/>
    <w:rsid w:val="0009378D"/>
    <w:rsid w:val="00097163"/>
    <w:rsid w:val="000A22C8"/>
    <w:rsid w:val="000B2344"/>
    <w:rsid w:val="000B7DE5"/>
    <w:rsid w:val="000C2118"/>
    <w:rsid w:val="000C39E3"/>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2F0"/>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682"/>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357A1"/>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3C7"/>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6030"/>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E6CE9"/>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12C6"/>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AE0"/>
    <w:rsid w:val="00617D6E"/>
    <w:rsid w:val="00620563"/>
    <w:rsid w:val="00620ED5"/>
    <w:rsid w:val="00622D61"/>
    <w:rsid w:val="00624198"/>
    <w:rsid w:val="00636C28"/>
    <w:rsid w:val="006428E5"/>
    <w:rsid w:val="00644958"/>
    <w:rsid w:val="006513FB"/>
    <w:rsid w:val="0065695E"/>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4BFA"/>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3F00"/>
    <w:rsid w:val="00906281"/>
    <w:rsid w:val="0090659A"/>
    <w:rsid w:val="00907DC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86C4C"/>
    <w:rsid w:val="00996053"/>
    <w:rsid w:val="00997E71"/>
    <w:rsid w:val="009A0B2F"/>
    <w:rsid w:val="009A1CF4"/>
    <w:rsid w:val="009A37D7"/>
    <w:rsid w:val="009A4E17"/>
    <w:rsid w:val="009A6955"/>
    <w:rsid w:val="009B341C"/>
    <w:rsid w:val="009B5747"/>
    <w:rsid w:val="009C0B81"/>
    <w:rsid w:val="009C1905"/>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2953"/>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52AA"/>
    <w:rsid w:val="00BD6D76"/>
    <w:rsid w:val="00BE56B3"/>
    <w:rsid w:val="00BE676D"/>
    <w:rsid w:val="00BF04E8"/>
    <w:rsid w:val="00BF16BF"/>
    <w:rsid w:val="00BF4D1F"/>
    <w:rsid w:val="00BF76BE"/>
    <w:rsid w:val="00C02A73"/>
    <w:rsid w:val="00C063D2"/>
    <w:rsid w:val="00C07FD9"/>
    <w:rsid w:val="00C10955"/>
    <w:rsid w:val="00C11C4D"/>
    <w:rsid w:val="00C12FA0"/>
    <w:rsid w:val="00C162C0"/>
    <w:rsid w:val="00C1712C"/>
    <w:rsid w:val="00C20634"/>
    <w:rsid w:val="00C212E0"/>
    <w:rsid w:val="00C23E16"/>
    <w:rsid w:val="00C27E37"/>
    <w:rsid w:val="00C32713"/>
    <w:rsid w:val="00C351B8"/>
    <w:rsid w:val="00C410D9"/>
    <w:rsid w:val="00C44DB7"/>
    <w:rsid w:val="00C4510A"/>
    <w:rsid w:val="00C47B7E"/>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03FD0"/>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056D"/>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39A2"/>
    <w:rsid w:val="00E97333"/>
    <w:rsid w:val="00EA486E"/>
    <w:rsid w:val="00EA4FA3"/>
    <w:rsid w:val="00EB001B"/>
    <w:rsid w:val="00EB3082"/>
    <w:rsid w:val="00EB6C33"/>
    <w:rsid w:val="00EC6F62"/>
    <w:rsid w:val="00EC7598"/>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362"/>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FC949F"/>
  <w15:docId w15:val="{C85F5E36-6913-454F-88BD-EB8D76810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D03FD0"/>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03F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03F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03FD0"/>
    <w:pPr>
      <w:keepNext/>
      <w:numPr>
        <w:ilvl w:val="2"/>
        <w:numId w:val="5"/>
      </w:numPr>
      <w:spacing w:before="240" w:after="120" w:line="240" w:lineRule="auto"/>
      <w:ind w:left="0"/>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D03F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uiPriority w:val="99"/>
    <w:qFormat/>
    <w:rsid w:val="008B68E7"/>
    <w:pPr>
      <w:spacing w:line="240" w:lineRule="auto"/>
    </w:pPr>
    <w:rPr>
      <w:sz w:val="20"/>
      <w:szCs w:val="20"/>
    </w:rPr>
  </w:style>
  <w:style w:type="character" w:customStyle="1" w:styleId="TableTextChar">
    <w:name w:val="Table Text Char"/>
    <w:link w:val="TableText"/>
    <w:uiPriority w:val="99"/>
    <w:qForma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uiPriority w:val="99"/>
    <w:qFormat/>
    <w:rsid w:val="00097163"/>
    <w:pPr>
      <w:keepNext/>
      <w:spacing w:before="120" w:after="120"/>
      <w:jc w:val="center"/>
    </w:pPr>
    <w:rPr>
      <w:b/>
      <w:sz w:val="20"/>
    </w:rPr>
  </w:style>
  <w:style w:type="paragraph" w:customStyle="1" w:styleId="Bulletlevel1">
    <w:name w:val="Bullet level 1"/>
    <w:basedOn w:val="BodyTextL25"/>
    <w:uiPriority w:val="99"/>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E6CE9"/>
    <w:pPr>
      <w:spacing w:before="0" w:after="0"/>
    </w:pPr>
    <w:rPr>
      <w:i/>
      <w:color w:val="FFFFFF" w:themeColor="background1"/>
      <w:sz w:val="6"/>
    </w:rPr>
  </w:style>
  <w:style w:type="paragraph" w:customStyle="1" w:styleId="SubStepAlpha">
    <w:name w:val="SubStep Alpha"/>
    <w:basedOn w:val="BodyTextL25"/>
    <w:qFormat/>
    <w:rsid w:val="00D03FD0"/>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uiPriority w:val="99"/>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99"/>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D03FD0"/>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D03FD0"/>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Section">
    <w:name w:val="Lab Section"/>
    <w:basedOn w:val="Heading1"/>
    <w:next w:val="Normal"/>
    <w:autoRedefine/>
    <w:uiPriority w:val="99"/>
    <w:qFormat/>
    <w:rsid w:val="00D03FD0"/>
    <w:pPr>
      <w:tabs>
        <w:tab w:val="num" w:pos="720"/>
      </w:tabs>
      <w:ind w:left="720" w:hanging="360"/>
    </w:pPr>
    <w:rPr>
      <w:rFonts w:eastAsia="Times New Roman" w:cs="Arial"/>
      <w:b w:val="0"/>
      <w:bCs w:val="0"/>
      <w:noProof w:val="0"/>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FACDAF6864C415DA0E11AD0D8D3E4EC"/>
        <w:category>
          <w:name w:val="General"/>
          <w:gallery w:val="placeholder"/>
        </w:category>
        <w:types>
          <w:type w:val="bbPlcHdr"/>
        </w:types>
        <w:behaviors>
          <w:behavior w:val="content"/>
        </w:behaviors>
        <w:guid w:val="{35C646E0-6E53-4D15-86A8-05500F136A6A}"/>
      </w:docPartPr>
      <w:docPartBody>
        <w:p w:rsidR="00BD4F0B" w:rsidRDefault="00744042">
          <w:pPr>
            <w:pStyle w:val="8FACDAF6864C415DA0E11AD0D8D3E4E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042"/>
    <w:rsid w:val="00020350"/>
    <w:rsid w:val="00284D4C"/>
    <w:rsid w:val="00744042"/>
    <w:rsid w:val="00BD4F0B"/>
    <w:rsid w:val="00BE5103"/>
    <w:rsid w:val="00FC25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FACDAF6864C415DA0E11AD0D8D3E4EC">
    <w:name w:val="8FACDAF6864C415DA0E11AD0D8D3E4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8AAA74-733D-4442-AECA-43A37254E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1</Pages>
  <Words>964</Words>
  <Characters>5496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Packet Tracer - Troubleshoot Default Gateway Issues</vt:lpstr>
    </vt:vector>
  </TitlesOfParts>
  <Company>Cisco Systems, Inc.</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Troubleshoot Default Gateway Issues</dc:title>
  <dc:creator>SP</dc:creator>
  <dc:description>2013</dc:description>
  <cp:lastModifiedBy>Suk-Yi Pennock -X (spennock - UNICON INC at Cisco)</cp:lastModifiedBy>
  <cp:revision>5</cp:revision>
  <cp:lastPrinted>2019-12-04T13:54:00Z</cp:lastPrinted>
  <dcterms:created xsi:type="dcterms:W3CDTF">2019-11-26T16:48:00Z</dcterms:created>
  <dcterms:modified xsi:type="dcterms:W3CDTF">2019-12-04T13:54:00Z</dcterms:modified>
</cp:coreProperties>
</file>